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348713</wp:posOffset>
                </wp:positionV>
                <wp:extent cx="5978769" cy="2936630"/>
                <wp:effectExtent l="0" t="0" r="22225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769" cy="293663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7.45pt;width:470.75pt;height:2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" filled="f" strokecolor="#7030a0" strokeweight="1pt"/>
            </w:pict>
          </mc:Fallback>
        </mc:AlternateContent>
      </w:r>
      <w:r w:rsidR="00D54990">
        <w:rPr>
          <w:rFonts w:ascii="Arial" w:hAnsi="Arial" w:cs="Arial"/>
          <w:b/>
          <w:color w:val="7030A0"/>
          <w:sz w:val="28"/>
          <w:szCs w:val="28"/>
        </w:rPr>
        <w:t xml:space="preserve"> MOTS </w:t>
      </w:r>
      <w:r w:rsidR="00575B31">
        <w:rPr>
          <w:rFonts w:ascii="Arial" w:hAnsi="Arial" w:cs="Arial"/>
          <w:b/>
          <w:color w:val="7030A0"/>
          <w:sz w:val="28"/>
          <w:szCs w:val="28"/>
        </w:rPr>
        <w:t>EN ARABE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F4FFB" w:rsidP="00687DE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Sarîr</w:t>
      </w:r>
      <w:proofErr w:type="spellEnd"/>
      <w:r>
        <w:rPr>
          <w:rFonts w:ascii="Arial" w:hAnsi="Arial" w:cs="Arial"/>
        </w:rPr>
        <w:t xml:space="preserve">, Assad, </w:t>
      </w:r>
      <w:proofErr w:type="spellStart"/>
      <w:r>
        <w:rPr>
          <w:rFonts w:ascii="Arial" w:hAnsi="Arial" w:cs="Arial"/>
        </w:rPr>
        <w:t>Koutoub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Soukkar</w:t>
      </w:r>
      <w:proofErr w:type="spellEnd"/>
      <w:r>
        <w:rPr>
          <w:rFonts w:ascii="Arial" w:hAnsi="Arial" w:cs="Arial"/>
        </w:rPr>
        <w:t xml:space="preserve"> : </w:t>
      </w:r>
      <w:proofErr w:type="spellStart"/>
      <w:r>
        <w:rPr>
          <w:rFonts w:ascii="Arial" w:hAnsi="Arial" w:cs="Arial"/>
        </w:rPr>
        <w:t>prêt-e</w:t>
      </w:r>
      <w:proofErr w:type="spellEnd"/>
      <w:r>
        <w:rPr>
          <w:rFonts w:ascii="Arial" w:hAnsi="Arial" w:cs="Arial"/>
        </w:rPr>
        <w:t xml:space="preserve"> à découvrir quelques mots en arabe et à apprivoiser ce nouvel alphabet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CE0657">
        <w:rPr>
          <w:rFonts w:ascii="Arial" w:hAnsi="Arial" w:cs="Arial"/>
        </w:rPr>
        <w:t xml:space="preserve"> L</w:t>
      </w:r>
      <w:r w:rsidR="00B12EE2">
        <w:rPr>
          <w:rFonts w:ascii="Arial" w:hAnsi="Arial" w:cs="Arial"/>
        </w:rPr>
        <w:t xml:space="preserve"> </w:t>
      </w:r>
      <w:r w:rsidR="00CE0657">
        <w:rPr>
          <w:rFonts w:ascii="Arial" w:hAnsi="Arial" w:cs="Arial"/>
        </w:rPr>
        <w:t xml:space="preserve">17, L1 18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273F10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273F10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73F10">
        <w:rPr>
          <w:rFonts w:ascii="Arial" w:hAnsi="Arial" w:cs="Arial"/>
        </w:rPr>
        <w:t xml:space="preserve">- </w:t>
      </w:r>
    </w:p>
    <w:p w:rsidR="0094240B" w:rsidRPr="0094240B" w:rsidRDefault="00B12EE2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273F10">
        <w:rPr>
          <w:rFonts w:ascii="Arial" w:hAnsi="Arial" w:cs="Arial"/>
        </w:rPr>
        <w:t>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73F10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273F10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stratégies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62D4D">
        <w:rPr>
          <w:rFonts w:ascii="Arial" w:hAnsi="Arial" w:cs="Arial"/>
          <w:b/>
        </w:rPr>
        <w:t>mots et lettres arabe</w:t>
      </w:r>
      <w:r w:rsidR="00316C38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" </w:t>
      </w:r>
      <w:r w:rsidR="00462D4D" w:rsidRPr="00462D4D">
        <w:rPr>
          <w:rFonts w:ascii="Arial" w:hAnsi="Arial" w:cs="Arial"/>
          <w:b/>
        </w:rPr>
        <w:sym w:font="Wingdings" w:char="F0E0"/>
      </w:r>
      <w:r w:rsidR="00462D4D">
        <w:rPr>
          <w:rFonts w:ascii="Arial" w:hAnsi="Arial" w:cs="Arial"/>
          <w:b/>
        </w:rPr>
        <w:t xml:space="preserve"> imprimer 4 versions ; puis </w:t>
      </w:r>
      <w:r w:rsidR="00B92CCE">
        <w:rPr>
          <w:rFonts w:ascii="Arial" w:hAnsi="Arial" w:cs="Arial"/>
          <w:b/>
        </w:rPr>
        <w:t xml:space="preserve">découper les lettres en petites cartes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273F10"/>
    <w:rsid w:val="00296A33"/>
    <w:rsid w:val="00316C38"/>
    <w:rsid w:val="003F707B"/>
    <w:rsid w:val="004163C9"/>
    <w:rsid w:val="00462D4D"/>
    <w:rsid w:val="004B3F3D"/>
    <w:rsid w:val="00507F03"/>
    <w:rsid w:val="005472B9"/>
    <w:rsid w:val="00575B31"/>
    <w:rsid w:val="00687DE3"/>
    <w:rsid w:val="00716697"/>
    <w:rsid w:val="007F4FFB"/>
    <w:rsid w:val="008844A5"/>
    <w:rsid w:val="0094240B"/>
    <w:rsid w:val="00B12EE2"/>
    <w:rsid w:val="00B92CCE"/>
    <w:rsid w:val="00CE0657"/>
    <w:rsid w:val="00D54990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5C2A8C12.dotm</Template>
  <TotalTime>45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19</cp:revision>
  <dcterms:created xsi:type="dcterms:W3CDTF">2019-05-16T14:12:00Z</dcterms:created>
  <dcterms:modified xsi:type="dcterms:W3CDTF">2019-08-22T13:06:00Z</dcterms:modified>
</cp:coreProperties>
</file>